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AC9337-A757-4289-B167-8BCA0FB0C6B7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